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FD1" w:rsidRDefault="00066FD1" w:rsidP="00066FD1">
      <w:pPr>
        <w:jc w:val="center"/>
        <w:rPr>
          <w:b/>
        </w:rPr>
      </w:pPr>
      <w:r w:rsidRPr="00283342">
        <w:rPr>
          <w:b/>
        </w:rPr>
        <w:t>Тематический план дисциплины</w:t>
      </w:r>
    </w:p>
    <w:p w:rsidR="00066FD1" w:rsidRPr="00283342" w:rsidRDefault="00066FD1" w:rsidP="00066FD1">
      <w:pPr>
        <w:jc w:val="center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440"/>
        <w:gridCol w:w="2988"/>
        <w:gridCol w:w="4140"/>
      </w:tblGrid>
      <w:tr w:rsidR="00066FD1" w:rsidRPr="0025167F" w:rsidTr="00B94FF8">
        <w:tc>
          <w:tcPr>
            <w:tcW w:w="900" w:type="dxa"/>
          </w:tcPr>
          <w:p w:rsidR="00066FD1" w:rsidRPr="0025167F" w:rsidRDefault="00066FD1" w:rsidP="00B94FF8">
            <w:pPr>
              <w:jc w:val="center"/>
            </w:pPr>
            <w:r w:rsidRPr="0025167F">
              <w:t>№ п/п</w:t>
            </w:r>
          </w:p>
        </w:tc>
        <w:tc>
          <w:tcPr>
            <w:tcW w:w="1440" w:type="dxa"/>
          </w:tcPr>
          <w:p w:rsidR="00066FD1" w:rsidRPr="0025167F" w:rsidRDefault="00066FD1" w:rsidP="00B94FF8">
            <w:pPr>
              <w:jc w:val="center"/>
            </w:pPr>
            <w:r w:rsidRPr="0025167F">
              <w:t>Раздел</w:t>
            </w:r>
          </w:p>
          <w:p w:rsidR="00066FD1" w:rsidRPr="0025167F" w:rsidRDefault="00066FD1" w:rsidP="00B94FF8">
            <w:pPr>
              <w:jc w:val="center"/>
            </w:pPr>
            <w:r w:rsidRPr="0025167F">
              <w:t>(название)</w:t>
            </w:r>
          </w:p>
        </w:tc>
        <w:tc>
          <w:tcPr>
            <w:tcW w:w="2988" w:type="dxa"/>
          </w:tcPr>
          <w:p w:rsidR="00066FD1" w:rsidRPr="0025167F" w:rsidRDefault="00066FD1" w:rsidP="00B94FF8">
            <w:pPr>
              <w:jc w:val="both"/>
            </w:pPr>
            <w:r w:rsidRPr="0025167F">
              <w:t>Название темы, литература</w:t>
            </w:r>
          </w:p>
        </w:tc>
        <w:tc>
          <w:tcPr>
            <w:tcW w:w="4140" w:type="dxa"/>
          </w:tcPr>
          <w:p w:rsidR="00066FD1" w:rsidRPr="0025167F" w:rsidRDefault="00066FD1" w:rsidP="00B94FF8">
            <w:pPr>
              <w:jc w:val="center"/>
            </w:pPr>
            <w:r w:rsidRPr="0025167F">
              <w:t>Содержание</w:t>
            </w:r>
          </w:p>
        </w:tc>
      </w:tr>
      <w:tr w:rsidR="00066FD1" w:rsidRPr="0025167F" w:rsidTr="00B94FF8">
        <w:tc>
          <w:tcPr>
            <w:tcW w:w="900" w:type="dxa"/>
          </w:tcPr>
          <w:p w:rsidR="00066FD1" w:rsidRPr="0025167F" w:rsidRDefault="00066FD1" w:rsidP="00B94FF8">
            <w:pPr>
              <w:jc w:val="center"/>
            </w:pPr>
            <w:r w:rsidRPr="0025167F">
              <w:t>1</w:t>
            </w:r>
          </w:p>
        </w:tc>
        <w:tc>
          <w:tcPr>
            <w:tcW w:w="1440" w:type="dxa"/>
          </w:tcPr>
          <w:p w:rsidR="00066FD1" w:rsidRPr="0025167F" w:rsidRDefault="00066FD1" w:rsidP="00B94FF8">
            <w:pPr>
              <w:jc w:val="center"/>
            </w:pPr>
            <w:r w:rsidRPr="0025167F">
              <w:t>1</w:t>
            </w:r>
          </w:p>
        </w:tc>
        <w:tc>
          <w:tcPr>
            <w:tcW w:w="2988" w:type="dxa"/>
          </w:tcPr>
          <w:p w:rsidR="00066FD1" w:rsidRPr="0025167F" w:rsidRDefault="00066FD1" w:rsidP="00B94FF8">
            <w:pPr>
              <w:jc w:val="center"/>
            </w:pPr>
            <w:r w:rsidRPr="0025167F">
              <w:t>2</w:t>
            </w:r>
          </w:p>
        </w:tc>
        <w:tc>
          <w:tcPr>
            <w:tcW w:w="4140" w:type="dxa"/>
          </w:tcPr>
          <w:p w:rsidR="00066FD1" w:rsidRPr="0025167F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167F">
              <w:rPr>
                <w:color w:val="000000"/>
              </w:rPr>
              <w:t>3</w:t>
            </w:r>
          </w:p>
        </w:tc>
      </w:tr>
      <w:tr w:rsidR="00066FD1" w:rsidRPr="0025167F" w:rsidTr="00B94FF8">
        <w:tc>
          <w:tcPr>
            <w:tcW w:w="900" w:type="dxa"/>
          </w:tcPr>
          <w:p w:rsidR="00066FD1" w:rsidRPr="0025167F" w:rsidRDefault="00066FD1" w:rsidP="00B94FF8">
            <w:pPr>
              <w:jc w:val="center"/>
            </w:pPr>
            <w:r w:rsidRPr="0025167F">
              <w:t>1</w:t>
            </w:r>
          </w:p>
        </w:tc>
        <w:tc>
          <w:tcPr>
            <w:tcW w:w="1440" w:type="dxa"/>
          </w:tcPr>
          <w:p w:rsidR="00066FD1" w:rsidRPr="0025167F" w:rsidRDefault="00066FD1" w:rsidP="00B94FF8">
            <w:pPr>
              <w:jc w:val="center"/>
            </w:pPr>
            <w:r w:rsidRPr="0025167F">
              <w:rPr>
                <w:noProof/>
              </w:rPr>
              <w:t>Электротехнологические процессы как основное направление развития машино-строения</w:t>
            </w:r>
          </w:p>
        </w:tc>
        <w:tc>
          <w:tcPr>
            <w:tcW w:w="2988" w:type="dxa"/>
          </w:tcPr>
          <w:p w:rsidR="00066FD1" w:rsidRPr="00C30A23" w:rsidRDefault="00066FD1" w:rsidP="0059595C">
            <w:pPr>
              <w:jc w:val="both"/>
            </w:pPr>
            <w:r>
              <w:t xml:space="preserve">1.1 Классификация </w:t>
            </w:r>
            <w:proofErr w:type="spellStart"/>
            <w:r>
              <w:t>электротехнологических</w:t>
            </w:r>
            <w:proofErr w:type="spellEnd"/>
            <w:r>
              <w:t xml:space="preserve"> процессов</w:t>
            </w:r>
            <w:r w:rsidRPr="0025167F">
              <w:t xml:space="preserve"> и перспективы развития</w:t>
            </w:r>
            <w:r>
              <w:t>.</w:t>
            </w:r>
          </w:p>
        </w:tc>
        <w:tc>
          <w:tcPr>
            <w:tcW w:w="4140" w:type="dxa"/>
          </w:tcPr>
          <w:p w:rsidR="00066FD1" w:rsidRPr="0025167F" w:rsidRDefault="00066FD1" w:rsidP="00B94FF8">
            <w:pPr>
              <w:jc w:val="both"/>
            </w:pPr>
            <w:r w:rsidRPr="0025167F">
              <w:t xml:space="preserve">Виды </w:t>
            </w:r>
            <w:proofErr w:type="spellStart"/>
            <w:r w:rsidRPr="0025167F">
              <w:t>электротехнологических</w:t>
            </w:r>
            <w:proofErr w:type="spellEnd"/>
            <w:r w:rsidRPr="0025167F">
              <w:t xml:space="preserve"> процессов в зависимости от результирующих действий электрического </w:t>
            </w:r>
            <w:proofErr w:type="spellStart"/>
            <w:r w:rsidRPr="0025167F">
              <w:t>тока</w:t>
            </w:r>
            <w:r>
              <w:t>.</w:t>
            </w:r>
            <w:r w:rsidRPr="0025167F">
              <w:t>Перспективы</w:t>
            </w:r>
            <w:proofErr w:type="spellEnd"/>
            <w:r w:rsidRPr="0025167F">
              <w:t xml:space="preserve"> развития </w:t>
            </w:r>
            <w:proofErr w:type="spellStart"/>
            <w:r w:rsidRPr="0025167F">
              <w:t>электротехнологических</w:t>
            </w:r>
            <w:proofErr w:type="spellEnd"/>
            <w:r w:rsidRPr="0025167F">
              <w:t xml:space="preserve"> процессов.</w:t>
            </w:r>
          </w:p>
        </w:tc>
      </w:tr>
      <w:tr w:rsidR="00066FD1" w:rsidRPr="0025167F" w:rsidTr="00B94FF8">
        <w:tc>
          <w:tcPr>
            <w:tcW w:w="900" w:type="dxa"/>
          </w:tcPr>
          <w:p w:rsidR="00066FD1" w:rsidRPr="0025167F" w:rsidRDefault="00066FD1" w:rsidP="00B94FF8">
            <w:pPr>
              <w:jc w:val="center"/>
            </w:pPr>
            <w:r w:rsidRPr="0025167F">
              <w:t>2</w:t>
            </w:r>
          </w:p>
        </w:tc>
        <w:tc>
          <w:tcPr>
            <w:tcW w:w="1440" w:type="dxa"/>
          </w:tcPr>
          <w:p w:rsidR="00066FD1" w:rsidRPr="0025167F" w:rsidRDefault="00066FD1" w:rsidP="00B94FF8">
            <w:pPr>
              <w:jc w:val="center"/>
            </w:pPr>
            <w:r w:rsidRPr="0025167F">
              <w:rPr>
                <w:noProof/>
              </w:rPr>
              <w:t>Физико-технические основы электротермии</w:t>
            </w:r>
          </w:p>
        </w:tc>
        <w:tc>
          <w:tcPr>
            <w:tcW w:w="2988" w:type="dxa"/>
          </w:tcPr>
          <w:p w:rsidR="00066FD1" w:rsidRPr="00C30A23" w:rsidRDefault="00066FD1" w:rsidP="0059595C">
            <w:pPr>
              <w:pStyle w:val="a3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Pr="0025167F">
              <w:rPr>
                <w:rFonts w:ascii="Times New Roman" w:hAnsi="Times New Roman"/>
                <w:sz w:val="24"/>
                <w:szCs w:val="24"/>
              </w:rPr>
              <w:t>Основные понятия "Электротермии". Способы преобразования электрической энергии в тепловую и другие виды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</w:t>
            </w:r>
            <w:r w:rsidRPr="0025167F">
              <w:rPr>
                <w:rFonts w:ascii="Times New Roman" w:hAnsi="Times New Roman"/>
                <w:sz w:val="24"/>
                <w:szCs w:val="24"/>
              </w:rPr>
              <w:t>агрев со</w:t>
            </w:r>
            <w:r>
              <w:rPr>
                <w:rFonts w:ascii="Times New Roman" w:hAnsi="Times New Roman"/>
                <w:sz w:val="24"/>
                <w:szCs w:val="24"/>
              </w:rPr>
              <w:t>противлением, и</w:t>
            </w:r>
            <w:r w:rsidRPr="0025167F">
              <w:rPr>
                <w:rFonts w:ascii="Times New Roman" w:hAnsi="Times New Roman"/>
                <w:sz w:val="24"/>
                <w:szCs w:val="24"/>
              </w:rPr>
              <w:t>ндукционный</w:t>
            </w:r>
            <w:r>
              <w:rPr>
                <w:rFonts w:ascii="Times New Roman" w:hAnsi="Times New Roman"/>
                <w:sz w:val="24"/>
                <w:szCs w:val="24"/>
              </w:rPr>
              <w:t>, д</w:t>
            </w:r>
            <w:r w:rsidRPr="0025167F">
              <w:rPr>
                <w:rFonts w:ascii="Times New Roman" w:hAnsi="Times New Roman"/>
                <w:sz w:val="24"/>
                <w:szCs w:val="24"/>
              </w:rPr>
              <w:t>уговой</w:t>
            </w:r>
            <w:r>
              <w:rPr>
                <w:rFonts w:ascii="Times New Roman" w:hAnsi="Times New Roman"/>
                <w:sz w:val="24"/>
                <w:szCs w:val="24"/>
              </w:rPr>
              <w:t>, э</w:t>
            </w:r>
            <w:r w:rsidRPr="0025167F">
              <w:rPr>
                <w:rFonts w:ascii="Times New Roman" w:hAnsi="Times New Roman"/>
                <w:sz w:val="24"/>
                <w:szCs w:val="24"/>
              </w:rPr>
              <w:t>лектронно- и ионно-лучевой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25167F">
              <w:rPr>
                <w:rFonts w:ascii="Times New Roman" w:hAnsi="Times New Roman"/>
                <w:sz w:val="24"/>
                <w:szCs w:val="24"/>
              </w:rPr>
              <w:t>лазменный</w:t>
            </w:r>
            <w:r w:rsidR="0059595C">
              <w:rPr>
                <w:rFonts w:ascii="Times New Roman" w:hAnsi="Times New Roman"/>
                <w:sz w:val="24"/>
                <w:szCs w:val="24"/>
              </w:rPr>
              <w:t>, лазерный)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40" w:type="dxa"/>
          </w:tcPr>
          <w:p w:rsidR="00066FD1" w:rsidRPr="0025167F" w:rsidRDefault="00066FD1" w:rsidP="00B94FF8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67F">
              <w:rPr>
                <w:rFonts w:ascii="Times New Roman" w:hAnsi="Times New Roman"/>
                <w:sz w:val="24"/>
                <w:szCs w:val="24"/>
              </w:rPr>
              <w:t>Теплопередача в электротермических установках. Основные понятия о теплопроводности</w:t>
            </w:r>
            <w:r>
              <w:rPr>
                <w:rFonts w:ascii="Times New Roman" w:hAnsi="Times New Roman"/>
                <w:sz w:val="24"/>
                <w:szCs w:val="24"/>
              </w:rPr>
              <w:t>, разновидности</w:t>
            </w:r>
            <w:r w:rsidRPr="002516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5167F">
              <w:rPr>
                <w:rFonts w:ascii="Times New Roman" w:hAnsi="Times New Roman"/>
                <w:sz w:val="24"/>
                <w:szCs w:val="24"/>
              </w:rPr>
              <w:t xml:space="preserve">атериалы, применяемые в электротермических установках и требования, предъявляемые к ним. </w:t>
            </w:r>
          </w:p>
          <w:p w:rsidR="00066FD1" w:rsidRPr="007E482A" w:rsidRDefault="00066FD1" w:rsidP="00B94FF8">
            <w:pPr>
              <w:jc w:val="both"/>
            </w:pPr>
            <w:r w:rsidRPr="0025167F">
              <w:t>Физическая сущность процессов, протекающих в устройствах нагрева - сопротивлением. Природа и физическая сущность электрического сопротивления. Нагревательные элементы</w:t>
            </w:r>
            <w:r>
              <w:t>, у</w:t>
            </w:r>
            <w:r w:rsidRPr="0025167F">
              <w:t>стройст</w:t>
            </w:r>
            <w:r>
              <w:t xml:space="preserve">ва и установки для </w:t>
            </w:r>
            <w:proofErr w:type="spellStart"/>
            <w:r>
              <w:t>электрообогрева</w:t>
            </w:r>
            <w:proofErr w:type="spellEnd"/>
            <w:r>
              <w:t xml:space="preserve"> и плавки металлов.</w:t>
            </w:r>
          </w:p>
        </w:tc>
      </w:tr>
      <w:tr w:rsidR="00066FD1" w:rsidRPr="0025167F" w:rsidTr="00B94FF8">
        <w:tc>
          <w:tcPr>
            <w:tcW w:w="900" w:type="dxa"/>
          </w:tcPr>
          <w:p w:rsidR="00066FD1" w:rsidRPr="0025167F" w:rsidRDefault="00066FD1" w:rsidP="00B94FF8">
            <w:pPr>
              <w:jc w:val="center"/>
            </w:pPr>
            <w:r w:rsidRPr="0025167F">
              <w:t>3</w:t>
            </w:r>
          </w:p>
        </w:tc>
        <w:tc>
          <w:tcPr>
            <w:tcW w:w="1440" w:type="dxa"/>
          </w:tcPr>
          <w:p w:rsidR="00066FD1" w:rsidRPr="0025167F" w:rsidRDefault="00066FD1" w:rsidP="00B94FF8">
            <w:pPr>
              <w:jc w:val="center"/>
            </w:pPr>
            <w:r w:rsidRPr="0025167F">
              <w:t>Электрошлаковые процессы</w:t>
            </w:r>
          </w:p>
        </w:tc>
        <w:tc>
          <w:tcPr>
            <w:tcW w:w="2988" w:type="dxa"/>
          </w:tcPr>
          <w:p w:rsidR="00066FD1" w:rsidRPr="00C30A23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3.1 </w:t>
            </w:r>
            <w:r w:rsidRPr="0025167F">
              <w:rPr>
                <w:color w:val="000000"/>
              </w:rPr>
              <w:t>Электрошлаковый переплав</w:t>
            </w:r>
            <w:r w:rsidR="0059595C">
              <w:rPr>
                <w:color w:val="000000"/>
              </w:rPr>
              <w:t>, электрошлаковая сварка</w:t>
            </w:r>
            <w:r>
              <w:rPr>
                <w:color w:val="000000"/>
              </w:rPr>
              <w:t>.</w:t>
            </w:r>
          </w:p>
        </w:tc>
        <w:tc>
          <w:tcPr>
            <w:tcW w:w="4140" w:type="dxa"/>
          </w:tcPr>
          <w:p w:rsidR="00066FD1" w:rsidRPr="0025167F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5167F">
              <w:rPr>
                <w:noProof/>
              </w:rPr>
              <w:t>Сущность электрошлакового переплава</w:t>
            </w:r>
            <w:r>
              <w:rPr>
                <w:noProof/>
              </w:rPr>
              <w:t xml:space="preserve"> и </w:t>
            </w:r>
            <w:r>
              <w:rPr>
                <w:color w:val="000000"/>
              </w:rPr>
              <w:t>электрошлаковой сварки</w:t>
            </w:r>
            <w:r w:rsidRPr="0025167F">
              <w:rPr>
                <w:noProof/>
              </w:rPr>
              <w:t xml:space="preserve">. </w:t>
            </w:r>
            <w:r w:rsidRPr="0025167F">
              <w:t>Металлургические особенности процесс</w:t>
            </w:r>
            <w:r>
              <w:t>ов</w:t>
            </w:r>
            <w:r w:rsidRPr="0025167F">
              <w:t xml:space="preserve">. </w:t>
            </w:r>
            <w:r>
              <w:t>Оборудование.</w:t>
            </w:r>
          </w:p>
        </w:tc>
      </w:tr>
      <w:tr w:rsidR="00066FD1" w:rsidRPr="0025167F" w:rsidTr="00B94FF8">
        <w:tc>
          <w:tcPr>
            <w:tcW w:w="900" w:type="dxa"/>
          </w:tcPr>
          <w:p w:rsidR="00066FD1" w:rsidRPr="0025167F" w:rsidRDefault="00066FD1" w:rsidP="00B94FF8">
            <w:pPr>
              <w:jc w:val="center"/>
            </w:pPr>
            <w:r w:rsidRPr="0025167F">
              <w:t>4</w:t>
            </w:r>
          </w:p>
        </w:tc>
        <w:tc>
          <w:tcPr>
            <w:tcW w:w="1440" w:type="dxa"/>
          </w:tcPr>
          <w:p w:rsidR="00066FD1" w:rsidRPr="0025167F" w:rsidRDefault="00066FD1" w:rsidP="00B94FF8">
            <w:pPr>
              <w:jc w:val="center"/>
            </w:pPr>
            <w:r w:rsidRPr="0025167F">
              <w:t>Электрическая контактная сварка</w:t>
            </w:r>
          </w:p>
        </w:tc>
        <w:tc>
          <w:tcPr>
            <w:tcW w:w="2988" w:type="dxa"/>
          </w:tcPr>
          <w:p w:rsidR="00066FD1" w:rsidRPr="0025167F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4.1 </w:t>
            </w:r>
            <w:r w:rsidRPr="0025167F">
              <w:rPr>
                <w:color w:val="000000"/>
              </w:rPr>
              <w:t>Физические основы</w:t>
            </w:r>
            <w:r>
              <w:rPr>
                <w:color w:val="000000"/>
              </w:rPr>
              <w:t xml:space="preserve"> электрической контактной сварки</w:t>
            </w:r>
            <w:r w:rsidRPr="0025167F">
              <w:rPr>
                <w:color w:val="000000"/>
              </w:rPr>
              <w:t>, разновидности, схемы способов</w:t>
            </w:r>
            <w:r>
              <w:rPr>
                <w:color w:val="000000"/>
              </w:rPr>
              <w:t>.</w:t>
            </w:r>
          </w:p>
        </w:tc>
        <w:tc>
          <w:tcPr>
            <w:tcW w:w="4140" w:type="dxa"/>
          </w:tcPr>
          <w:p w:rsidR="00066FD1" w:rsidRPr="00D515DC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5167F">
              <w:rPr>
                <w:noProof/>
              </w:rPr>
              <w:t xml:space="preserve">Физические основы </w:t>
            </w:r>
            <w:r>
              <w:rPr>
                <w:noProof/>
              </w:rPr>
              <w:t xml:space="preserve">образования соединения при </w:t>
            </w:r>
            <w:r w:rsidRPr="0025167F">
              <w:rPr>
                <w:noProof/>
              </w:rPr>
              <w:t>контактной сварк</w:t>
            </w:r>
            <w:r>
              <w:rPr>
                <w:noProof/>
              </w:rPr>
              <w:t>е</w:t>
            </w:r>
            <w:r w:rsidRPr="0025167F">
              <w:rPr>
                <w:noProof/>
              </w:rPr>
              <w:t xml:space="preserve">. </w:t>
            </w:r>
            <w:r w:rsidRPr="0025167F">
              <w:t>Разновидности</w:t>
            </w:r>
            <w:r>
              <w:t>, с</w:t>
            </w:r>
            <w:r w:rsidRPr="0025167F">
              <w:t>хемы</w:t>
            </w:r>
            <w:r>
              <w:t>, эле</w:t>
            </w:r>
            <w:r w:rsidRPr="0025167F">
              <w:t>ктрооборудование установок</w:t>
            </w:r>
            <w:r>
              <w:t>.</w:t>
            </w:r>
          </w:p>
        </w:tc>
      </w:tr>
      <w:tr w:rsidR="00066FD1" w:rsidRPr="0025167F" w:rsidTr="00B94FF8">
        <w:trPr>
          <w:trHeight w:val="4142"/>
        </w:trPr>
        <w:tc>
          <w:tcPr>
            <w:tcW w:w="900" w:type="dxa"/>
          </w:tcPr>
          <w:p w:rsidR="00066FD1" w:rsidRPr="0025167F" w:rsidRDefault="00066FD1" w:rsidP="00B94FF8">
            <w:pPr>
              <w:jc w:val="center"/>
            </w:pPr>
            <w:r w:rsidRPr="0025167F">
              <w:lastRenderedPageBreak/>
              <w:t>5</w:t>
            </w:r>
          </w:p>
        </w:tc>
        <w:tc>
          <w:tcPr>
            <w:tcW w:w="1440" w:type="dxa"/>
          </w:tcPr>
          <w:p w:rsidR="00066FD1" w:rsidRPr="0025167F" w:rsidRDefault="00066FD1" w:rsidP="00B94FF8">
            <w:pPr>
              <w:jc w:val="center"/>
            </w:pPr>
            <w:r w:rsidRPr="0025167F">
              <w:t xml:space="preserve">Индукционный </w:t>
            </w:r>
            <w:r>
              <w:t>и диэлектрический нагрев.</w:t>
            </w:r>
          </w:p>
        </w:tc>
        <w:tc>
          <w:tcPr>
            <w:tcW w:w="2988" w:type="dxa"/>
          </w:tcPr>
          <w:p w:rsidR="00066FD1" w:rsidRPr="00C30A23" w:rsidRDefault="00066FD1" w:rsidP="0059595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5.1 Физическая с</w:t>
            </w:r>
            <w:r w:rsidRPr="0025167F">
              <w:rPr>
                <w:color w:val="000000"/>
              </w:rPr>
              <w:t xml:space="preserve">ущность индукционного </w:t>
            </w:r>
            <w:r>
              <w:rPr>
                <w:color w:val="000000"/>
              </w:rPr>
              <w:t xml:space="preserve">и диэлектрического </w:t>
            </w:r>
            <w:r w:rsidRPr="0025167F">
              <w:rPr>
                <w:color w:val="000000"/>
              </w:rPr>
              <w:t>нагрева</w:t>
            </w:r>
            <w:r>
              <w:rPr>
                <w:color w:val="000000"/>
              </w:rPr>
              <w:t>. Применяемое оборудование.</w:t>
            </w:r>
          </w:p>
        </w:tc>
        <w:tc>
          <w:tcPr>
            <w:tcW w:w="4140" w:type="dxa"/>
          </w:tcPr>
          <w:p w:rsidR="00066FD1" w:rsidRPr="00FC287E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C287E">
              <w:rPr>
                <w:noProof/>
              </w:rPr>
              <w:t>Физико-технические основы индукционного нагрева.</w:t>
            </w:r>
            <w:r w:rsidRPr="00FC287E">
              <w:t xml:space="preserve"> Схемы индукционного нагрева. Индукционные нагревательные</w:t>
            </w:r>
            <w:r>
              <w:t>,</w:t>
            </w:r>
            <w:r w:rsidRPr="00FC287E">
              <w:t xml:space="preserve"> плавильные установки</w:t>
            </w:r>
            <w:r>
              <w:t xml:space="preserve">, </w:t>
            </w:r>
            <w:r w:rsidRPr="00FC287E">
              <w:t>канальные печи</w:t>
            </w:r>
            <w:r>
              <w:t xml:space="preserve"> и</w:t>
            </w:r>
            <w:r w:rsidRPr="00FC287E">
              <w:t xml:space="preserve"> тигельные печи. Индукционная плавка</w:t>
            </w:r>
            <w:r>
              <w:t xml:space="preserve">. </w:t>
            </w:r>
            <w:r w:rsidRPr="00FC287E">
              <w:t>Индукционный поверхностный нагрев</w:t>
            </w:r>
            <w:r>
              <w:t>.</w:t>
            </w:r>
            <w:r w:rsidRPr="00FC287E">
              <w:t xml:space="preserve"> Индукционная наплавка.</w:t>
            </w:r>
          </w:p>
          <w:p w:rsidR="00066FD1" w:rsidRPr="00FC287E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44F02">
              <w:rPr>
                <w:noProof/>
              </w:rPr>
              <w:t>Физические основы диэлектрического нагрева.</w:t>
            </w:r>
            <w:r w:rsidRPr="00744F02">
              <w:t xml:space="preserve"> </w:t>
            </w:r>
            <w:r>
              <w:t>Оборудование</w:t>
            </w:r>
            <w:r w:rsidRPr="00744F02">
              <w:t>. Сварка пластмасс и полимерных пленок, полимеризация клеев нагрев больших поверхностей, сушка, обжиг и др.</w:t>
            </w:r>
          </w:p>
        </w:tc>
      </w:tr>
      <w:tr w:rsidR="00066FD1" w:rsidRPr="0025167F" w:rsidTr="00B94FF8">
        <w:tc>
          <w:tcPr>
            <w:tcW w:w="900" w:type="dxa"/>
            <w:vMerge w:val="restart"/>
            <w:vAlign w:val="center"/>
          </w:tcPr>
          <w:p w:rsidR="00066FD1" w:rsidRPr="0025167F" w:rsidRDefault="00066FD1" w:rsidP="00B94FF8">
            <w:pPr>
              <w:jc w:val="center"/>
            </w:pPr>
            <w:r>
              <w:t>6</w:t>
            </w:r>
          </w:p>
        </w:tc>
        <w:tc>
          <w:tcPr>
            <w:tcW w:w="1440" w:type="dxa"/>
            <w:vMerge w:val="restart"/>
            <w:vAlign w:val="center"/>
          </w:tcPr>
          <w:p w:rsidR="00066FD1" w:rsidRPr="00744F02" w:rsidRDefault="00066FD1" w:rsidP="00B94FF8">
            <w:pPr>
              <w:jc w:val="center"/>
            </w:pPr>
            <w:r>
              <w:t>Применение дугового разряда в технологических целях.</w:t>
            </w:r>
          </w:p>
        </w:tc>
        <w:tc>
          <w:tcPr>
            <w:tcW w:w="2988" w:type="dxa"/>
          </w:tcPr>
          <w:p w:rsidR="00066FD1" w:rsidRPr="0025167F" w:rsidRDefault="00066FD1" w:rsidP="0059595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6.1 Физические процессы, происходящие в дуговом разряде</w:t>
            </w:r>
          </w:p>
        </w:tc>
        <w:tc>
          <w:tcPr>
            <w:tcW w:w="4140" w:type="dxa"/>
          </w:tcPr>
          <w:p w:rsidR="00066FD1" w:rsidRPr="00744F02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44F02">
              <w:rPr>
                <w:noProof/>
              </w:rPr>
              <w:t>Физические основы дугового разряда</w:t>
            </w:r>
            <w:r>
              <w:rPr>
                <w:noProof/>
              </w:rPr>
              <w:t xml:space="preserve"> и явления происходящием в нем.</w:t>
            </w:r>
            <w:r w:rsidRPr="00744F02">
              <w:rPr>
                <w:noProof/>
              </w:rPr>
              <w:t xml:space="preserve"> </w:t>
            </w:r>
            <w:r>
              <w:rPr>
                <w:noProof/>
              </w:rPr>
              <w:t>Понятие о п</w:t>
            </w:r>
            <w:proofErr w:type="spellStart"/>
            <w:r w:rsidRPr="00744F02">
              <w:t>лазм</w:t>
            </w:r>
            <w:r>
              <w:t>е</w:t>
            </w:r>
            <w:proofErr w:type="spellEnd"/>
            <w:r w:rsidRPr="00744F02">
              <w:t>. Электроды дуговых установок</w:t>
            </w:r>
            <w:r>
              <w:t>, т</w:t>
            </w:r>
            <w:r w:rsidRPr="00744F02">
              <w:t>ермохимические катоды. Устойчивость и регулирование параметров режима электрической дуги.</w:t>
            </w:r>
          </w:p>
        </w:tc>
      </w:tr>
      <w:tr w:rsidR="00066FD1" w:rsidRPr="0025167F" w:rsidTr="00B94FF8">
        <w:tc>
          <w:tcPr>
            <w:tcW w:w="900" w:type="dxa"/>
            <w:vMerge/>
          </w:tcPr>
          <w:p w:rsidR="00066FD1" w:rsidRPr="0025167F" w:rsidRDefault="00066FD1" w:rsidP="00B94FF8">
            <w:pPr>
              <w:jc w:val="center"/>
            </w:pPr>
          </w:p>
        </w:tc>
        <w:tc>
          <w:tcPr>
            <w:tcW w:w="1440" w:type="dxa"/>
            <w:vMerge/>
          </w:tcPr>
          <w:p w:rsidR="00066FD1" w:rsidRPr="00744F02" w:rsidRDefault="00066FD1" w:rsidP="00B94FF8">
            <w:pPr>
              <w:jc w:val="center"/>
            </w:pPr>
          </w:p>
        </w:tc>
        <w:tc>
          <w:tcPr>
            <w:tcW w:w="2988" w:type="dxa"/>
          </w:tcPr>
          <w:p w:rsidR="00066FD1" w:rsidRPr="00C30A23" w:rsidRDefault="00066FD1" w:rsidP="0059595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6.2 Классификация дуговых печей, особенности работы оборудования</w:t>
            </w:r>
          </w:p>
        </w:tc>
        <w:tc>
          <w:tcPr>
            <w:tcW w:w="4140" w:type="dxa"/>
          </w:tcPr>
          <w:p w:rsidR="00066FD1" w:rsidRPr="00744F02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44F02">
              <w:t>Классификация</w:t>
            </w:r>
            <w:r>
              <w:t xml:space="preserve">, режимы </w:t>
            </w:r>
            <w:proofErr w:type="gramStart"/>
            <w:r>
              <w:t xml:space="preserve">работы </w:t>
            </w:r>
            <w:r w:rsidRPr="00744F02">
              <w:t xml:space="preserve"> дуговых</w:t>
            </w:r>
            <w:proofErr w:type="gramEnd"/>
            <w:r w:rsidRPr="00744F02">
              <w:t xml:space="preserve"> печей. Магнитное перемешивание металла в дуговых сталеплавильных печах. Дуговые сталеплавильные</w:t>
            </w:r>
            <w:r>
              <w:t>, р</w:t>
            </w:r>
            <w:r w:rsidRPr="00744F02">
              <w:t>удно-термические</w:t>
            </w:r>
            <w:r>
              <w:t>, в</w:t>
            </w:r>
            <w:r w:rsidRPr="00744F02">
              <w:t>акуумные дуговые печи.</w:t>
            </w:r>
          </w:p>
        </w:tc>
      </w:tr>
      <w:tr w:rsidR="00066FD1" w:rsidRPr="0025167F" w:rsidTr="00B94FF8">
        <w:tc>
          <w:tcPr>
            <w:tcW w:w="900" w:type="dxa"/>
            <w:vMerge/>
          </w:tcPr>
          <w:p w:rsidR="00066FD1" w:rsidRPr="0025167F" w:rsidRDefault="00066FD1" w:rsidP="00B94FF8">
            <w:pPr>
              <w:jc w:val="center"/>
            </w:pPr>
          </w:p>
        </w:tc>
        <w:tc>
          <w:tcPr>
            <w:tcW w:w="1440" w:type="dxa"/>
            <w:vMerge/>
          </w:tcPr>
          <w:p w:rsidR="00066FD1" w:rsidRPr="0025167F" w:rsidRDefault="00066FD1" w:rsidP="00B94FF8">
            <w:pPr>
              <w:jc w:val="center"/>
            </w:pPr>
          </w:p>
        </w:tc>
        <w:tc>
          <w:tcPr>
            <w:tcW w:w="2988" w:type="dxa"/>
          </w:tcPr>
          <w:p w:rsidR="00066FD1" w:rsidRPr="00B7359C" w:rsidRDefault="00066FD1" w:rsidP="0059595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6.3 Особенности горения дуги, используемой для дуговой сварки металлов. Способы защиты сварочной ванны от внешней среды.</w:t>
            </w:r>
          </w:p>
        </w:tc>
        <w:tc>
          <w:tcPr>
            <w:tcW w:w="4140" w:type="dxa"/>
          </w:tcPr>
          <w:p w:rsidR="00066FD1" w:rsidRPr="00744F02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44F02">
              <w:rPr>
                <w:noProof/>
              </w:rPr>
              <w:t xml:space="preserve">Физико-технические основы дуговых способов сварки. </w:t>
            </w:r>
            <w:r>
              <w:rPr>
                <w:noProof/>
              </w:rPr>
              <w:t>Влияние р</w:t>
            </w:r>
            <w:r w:rsidRPr="00744F02">
              <w:t>од</w:t>
            </w:r>
            <w:r>
              <w:t>а</w:t>
            </w:r>
            <w:r w:rsidRPr="00744F02">
              <w:t xml:space="preserve"> </w:t>
            </w:r>
            <w:r>
              <w:t>и</w:t>
            </w:r>
            <w:r w:rsidRPr="00744F02">
              <w:t xml:space="preserve">  полярности тока на характер процесса. Требования к вольтамперным характеристикам источников питания и сварочной дуги. Влияние флюсов и покрытий сварочных электродов на свойства и качество сварных швов". Сварка в инертных и активных защитных газах. Источники питания дуговой сварки</w:t>
            </w:r>
            <w:r>
              <w:t>.</w:t>
            </w:r>
          </w:p>
        </w:tc>
      </w:tr>
      <w:tr w:rsidR="00066FD1" w:rsidRPr="0025167F" w:rsidTr="00B94FF8">
        <w:tc>
          <w:tcPr>
            <w:tcW w:w="900" w:type="dxa"/>
            <w:vMerge/>
          </w:tcPr>
          <w:p w:rsidR="00066FD1" w:rsidRPr="007C384E" w:rsidRDefault="00066FD1" w:rsidP="00B94FF8">
            <w:pPr>
              <w:jc w:val="center"/>
            </w:pPr>
          </w:p>
        </w:tc>
        <w:tc>
          <w:tcPr>
            <w:tcW w:w="1440" w:type="dxa"/>
            <w:vMerge/>
          </w:tcPr>
          <w:p w:rsidR="00066FD1" w:rsidRPr="007C384E" w:rsidRDefault="00066FD1" w:rsidP="00B94FF8">
            <w:pPr>
              <w:jc w:val="center"/>
            </w:pPr>
          </w:p>
        </w:tc>
        <w:tc>
          <w:tcPr>
            <w:tcW w:w="2988" w:type="dxa"/>
          </w:tcPr>
          <w:p w:rsidR="00066FD1" w:rsidRPr="00B7359C" w:rsidRDefault="00066FD1" w:rsidP="0059595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6.4 </w:t>
            </w:r>
            <w:r w:rsidRPr="007C384E">
              <w:t xml:space="preserve">Физико-технические </w:t>
            </w:r>
            <w:r>
              <w:t xml:space="preserve">основы получения плазмы. </w:t>
            </w:r>
            <w:r w:rsidRPr="007C384E">
              <w:rPr>
                <w:color w:val="000000"/>
              </w:rPr>
              <w:t>Использование</w:t>
            </w:r>
            <w:r>
              <w:rPr>
                <w:color w:val="000000"/>
              </w:rPr>
              <w:t xml:space="preserve"> плазмы в технологических целях.</w:t>
            </w:r>
          </w:p>
        </w:tc>
        <w:tc>
          <w:tcPr>
            <w:tcW w:w="4140" w:type="dxa"/>
          </w:tcPr>
          <w:p w:rsidR="00066FD1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7C384E">
              <w:t>Физико-технические основ</w:t>
            </w:r>
            <w:r>
              <w:t>ы</w:t>
            </w:r>
            <w:r w:rsidRPr="007C384E">
              <w:t xml:space="preserve"> плазменной технологии</w:t>
            </w:r>
            <w:r>
              <w:t xml:space="preserve"> и ее п</w:t>
            </w:r>
            <w:r w:rsidRPr="007C384E">
              <w:t>рименения в машиностроении</w:t>
            </w:r>
            <w:r>
              <w:t xml:space="preserve">. </w:t>
            </w:r>
          </w:p>
          <w:p w:rsidR="00066FD1" w:rsidRPr="007C384E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C384E">
              <w:t>Устройства для получения низко</w:t>
            </w:r>
            <w:r>
              <w:t xml:space="preserve">температурной плазмы. </w:t>
            </w:r>
            <w:r w:rsidRPr="007C384E">
              <w:t>Плазменные плавильные установки. Установки плазменной сварки</w:t>
            </w:r>
            <w:r>
              <w:t xml:space="preserve">, </w:t>
            </w:r>
            <w:r w:rsidRPr="007C384E">
              <w:t>резки металлов</w:t>
            </w:r>
            <w:r>
              <w:t xml:space="preserve">, </w:t>
            </w:r>
            <w:r w:rsidRPr="007C384E">
              <w:t>плазменного нанесения покрытий и наплавки металла со специальными свойствами.</w:t>
            </w:r>
          </w:p>
        </w:tc>
      </w:tr>
      <w:tr w:rsidR="00066FD1" w:rsidRPr="0025167F" w:rsidTr="00B94FF8">
        <w:trPr>
          <w:trHeight w:val="4682"/>
        </w:trPr>
        <w:tc>
          <w:tcPr>
            <w:tcW w:w="900" w:type="dxa"/>
            <w:vAlign w:val="center"/>
          </w:tcPr>
          <w:p w:rsidR="00066FD1" w:rsidRPr="007C384E" w:rsidRDefault="00066FD1" w:rsidP="00B94FF8">
            <w:pPr>
              <w:jc w:val="center"/>
            </w:pPr>
            <w:r>
              <w:lastRenderedPageBreak/>
              <w:t>7</w:t>
            </w:r>
          </w:p>
        </w:tc>
        <w:tc>
          <w:tcPr>
            <w:tcW w:w="1440" w:type="dxa"/>
            <w:vAlign w:val="center"/>
          </w:tcPr>
          <w:p w:rsidR="00066FD1" w:rsidRPr="007C384E" w:rsidRDefault="00066FD1" w:rsidP="00B94FF8">
            <w:pPr>
              <w:jc w:val="center"/>
            </w:pPr>
            <w:r>
              <w:t>Высокоинтенсивные источники энергии.</w:t>
            </w:r>
          </w:p>
        </w:tc>
        <w:tc>
          <w:tcPr>
            <w:tcW w:w="2988" w:type="dxa"/>
          </w:tcPr>
          <w:p w:rsidR="00066FD1" w:rsidRPr="007C384E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noProof/>
              </w:rPr>
              <w:t xml:space="preserve">7.1 </w:t>
            </w:r>
            <w:r w:rsidRPr="007C384E">
              <w:rPr>
                <w:noProof/>
              </w:rPr>
              <w:t>Физико-технологические основы электронно-лучевого нагрева. Области применения, оборудование.</w:t>
            </w:r>
          </w:p>
          <w:p w:rsidR="00066FD1" w:rsidRPr="00986789" w:rsidRDefault="00066FD1" w:rsidP="0059595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noProof/>
              </w:rPr>
              <w:t xml:space="preserve">7.2 </w:t>
            </w:r>
            <w:r w:rsidRPr="007C384E">
              <w:rPr>
                <w:noProof/>
              </w:rPr>
              <w:t xml:space="preserve">Физико-технологические основы </w:t>
            </w:r>
            <w:r>
              <w:rPr>
                <w:noProof/>
              </w:rPr>
              <w:t>лазеров</w:t>
            </w:r>
            <w:r w:rsidRPr="007C384E">
              <w:rPr>
                <w:noProof/>
              </w:rPr>
              <w:t>. Области применения, оборудование</w:t>
            </w:r>
            <w:r>
              <w:rPr>
                <w:noProof/>
              </w:rPr>
              <w:t>.</w:t>
            </w:r>
          </w:p>
        </w:tc>
        <w:tc>
          <w:tcPr>
            <w:tcW w:w="4140" w:type="dxa"/>
            <w:vAlign w:val="center"/>
          </w:tcPr>
          <w:p w:rsidR="00066FD1" w:rsidRPr="007C384E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C384E">
              <w:rPr>
                <w:noProof/>
              </w:rPr>
              <w:t>Физи</w:t>
            </w:r>
            <w:r>
              <w:rPr>
                <w:noProof/>
              </w:rPr>
              <w:t>ческие свойства и области применения</w:t>
            </w:r>
            <w:r w:rsidRPr="007C384E">
              <w:rPr>
                <w:noProof/>
              </w:rPr>
              <w:t xml:space="preserve"> электронно-лучевого нагрева</w:t>
            </w:r>
            <w:r>
              <w:rPr>
                <w:noProof/>
              </w:rPr>
              <w:t>:</w:t>
            </w:r>
            <w:r w:rsidRPr="007C384E">
              <w:t xml:space="preserve"> плавка, сварка в вакууме, локальный переплав, испарение в вакууме, размерная обработка электронным лучом, термообработка, сварка, нанесение покрытий и др</w:t>
            </w:r>
            <w:r>
              <w:t xml:space="preserve">. Конструкции электронно-лучевых </w:t>
            </w:r>
            <w:r w:rsidRPr="007C384E">
              <w:t>установок</w:t>
            </w:r>
            <w:r>
              <w:t>.</w:t>
            </w:r>
          </w:p>
          <w:p w:rsidR="00066FD1" w:rsidRPr="007C384E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Физические основы получения монохроматического излучения. Устройство и принцип работы квантового генератора. Разновидности технологических лазеров. Области применения при обработке материалов, преимущества и недостатки.</w:t>
            </w:r>
          </w:p>
        </w:tc>
      </w:tr>
      <w:tr w:rsidR="00066FD1" w:rsidRPr="0025167F" w:rsidTr="00B94FF8">
        <w:tc>
          <w:tcPr>
            <w:tcW w:w="900" w:type="dxa"/>
            <w:vMerge w:val="restart"/>
            <w:vAlign w:val="center"/>
          </w:tcPr>
          <w:p w:rsidR="00066FD1" w:rsidRPr="0025167F" w:rsidRDefault="00066FD1" w:rsidP="00B94FF8">
            <w:pPr>
              <w:jc w:val="center"/>
            </w:pPr>
            <w:r>
              <w:t>8</w:t>
            </w:r>
          </w:p>
        </w:tc>
        <w:tc>
          <w:tcPr>
            <w:tcW w:w="1440" w:type="dxa"/>
            <w:vMerge w:val="restart"/>
            <w:vAlign w:val="center"/>
          </w:tcPr>
          <w:p w:rsidR="00066FD1" w:rsidRPr="004E182E" w:rsidRDefault="00066FD1" w:rsidP="00B94FF8">
            <w:pPr>
              <w:jc w:val="center"/>
            </w:pPr>
            <w:r>
              <w:rPr>
                <w:noProof/>
              </w:rPr>
              <w:t>Физика э</w:t>
            </w:r>
            <w:r w:rsidRPr="004E182E">
              <w:rPr>
                <w:noProof/>
              </w:rPr>
              <w:t>лектрохимическ</w:t>
            </w:r>
            <w:r>
              <w:rPr>
                <w:noProof/>
              </w:rPr>
              <w:t xml:space="preserve">ой, электроэрозионной и электрохимикомеханической </w:t>
            </w:r>
            <w:r w:rsidRPr="004E182E">
              <w:rPr>
                <w:noProof/>
              </w:rPr>
              <w:t>обработ</w:t>
            </w:r>
            <w:r>
              <w:rPr>
                <w:noProof/>
              </w:rPr>
              <w:t>ок.</w:t>
            </w:r>
          </w:p>
        </w:tc>
        <w:tc>
          <w:tcPr>
            <w:tcW w:w="2988" w:type="dxa"/>
          </w:tcPr>
          <w:p w:rsidR="00066FD1" w:rsidRPr="004E182E" w:rsidRDefault="00066FD1" w:rsidP="0059595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8.1 </w:t>
            </w:r>
            <w:r w:rsidRPr="004E182E">
              <w:rPr>
                <w:color w:val="000000"/>
              </w:rPr>
              <w:t xml:space="preserve">Физические основы </w:t>
            </w:r>
            <w:r w:rsidRPr="004E182E">
              <w:rPr>
                <w:noProof/>
              </w:rPr>
              <w:t>электрохимической и электрофизической обработки. Области применения, обор</w:t>
            </w:r>
            <w:r>
              <w:rPr>
                <w:noProof/>
              </w:rPr>
              <w:t>удование.</w:t>
            </w:r>
          </w:p>
        </w:tc>
        <w:tc>
          <w:tcPr>
            <w:tcW w:w="4140" w:type="dxa"/>
          </w:tcPr>
          <w:p w:rsidR="00066FD1" w:rsidRPr="004E182E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E182E">
              <w:rPr>
                <w:noProof/>
              </w:rPr>
              <w:t>Основы эл</w:t>
            </w:r>
            <w:r>
              <w:rPr>
                <w:noProof/>
              </w:rPr>
              <w:t>ектрохимической и электрофизиче</w:t>
            </w:r>
            <w:r w:rsidRPr="004E182E">
              <w:rPr>
                <w:noProof/>
              </w:rPr>
              <w:t xml:space="preserve">ской обработки. </w:t>
            </w:r>
            <w:r w:rsidRPr="004E182E">
              <w:t>Электролиз растворо</w:t>
            </w:r>
            <w:r>
              <w:t>в и расплавов. Электрооборудова</w:t>
            </w:r>
            <w:r w:rsidRPr="004E182E">
              <w:t>ние</w:t>
            </w:r>
            <w:r>
              <w:t>.</w:t>
            </w:r>
            <w:r w:rsidRPr="004E182E">
              <w:t xml:space="preserve"> </w:t>
            </w:r>
            <w:r>
              <w:t xml:space="preserve">Области применения </w:t>
            </w:r>
            <w:r w:rsidRPr="004E182E">
              <w:t>в машиностроении</w:t>
            </w:r>
            <w:r>
              <w:t>.</w:t>
            </w:r>
          </w:p>
        </w:tc>
      </w:tr>
      <w:tr w:rsidR="00066FD1" w:rsidRPr="0025167F" w:rsidTr="00B94FF8">
        <w:tc>
          <w:tcPr>
            <w:tcW w:w="900" w:type="dxa"/>
            <w:vMerge/>
          </w:tcPr>
          <w:p w:rsidR="00066FD1" w:rsidRPr="0025167F" w:rsidRDefault="00066FD1" w:rsidP="00B94FF8">
            <w:pPr>
              <w:jc w:val="center"/>
            </w:pPr>
          </w:p>
        </w:tc>
        <w:tc>
          <w:tcPr>
            <w:tcW w:w="1440" w:type="dxa"/>
            <w:vMerge/>
          </w:tcPr>
          <w:p w:rsidR="00066FD1" w:rsidRPr="004372C7" w:rsidRDefault="00066FD1" w:rsidP="00B94FF8">
            <w:pPr>
              <w:jc w:val="center"/>
            </w:pPr>
          </w:p>
        </w:tc>
        <w:tc>
          <w:tcPr>
            <w:tcW w:w="2988" w:type="dxa"/>
          </w:tcPr>
          <w:p w:rsidR="00066FD1" w:rsidRPr="004372C7" w:rsidRDefault="00066FD1" w:rsidP="0059595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 xml:space="preserve">8.2 </w:t>
            </w:r>
            <w:r w:rsidRPr="004372C7">
              <w:t xml:space="preserve">Физические основы  электроэрозионной обработки металлов. </w:t>
            </w:r>
            <w:proofErr w:type="spellStart"/>
            <w:r w:rsidRPr="004372C7">
              <w:t>Электроконтактная</w:t>
            </w:r>
            <w:proofErr w:type="spellEnd"/>
            <w:r w:rsidRPr="004372C7">
              <w:t xml:space="preserve"> обработка</w:t>
            </w:r>
            <w:r>
              <w:rPr>
                <w:noProof/>
              </w:rPr>
              <w:t>.</w:t>
            </w:r>
          </w:p>
        </w:tc>
        <w:tc>
          <w:tcPr>
            <w:tcW w:w="4140" w:type="dxa"/>
          </w:tcPr>
          <w:p w:rsidR="00066FD1" w:rsidRPr="004372C7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372C7">
              <w:t>Физические основы  электроэрозионной обработки металлов. Разновидности</w:t>
            </w:r>
            <w:r>
              <w:t xml:space="preserve">, </w:t>
            </w:r>
            <w:r w:rsidRPr="004372C7">
              <w:t>оборудовани</w:t>
            </w:r>
            <w:r>
              <w:t>е</w:t>
            </w:r>
            <w:r w:rsidRPr="004372C7">
              <w:t xml:space="preserve">. </w:t>
            </w:r>
            <w:proofErr w:type="spellStart"/>
            <w:r w:rsidRPr="004372C7">
              <w:t>Электроконтактная</w:t>
            </w:r>
            <w:proofErr w:type="spellEnd"/>
            <w:r w:rsidRPr="004372C7">
              <w:t xml:space="preserve"> обработка. Особенность процесса</w:t>
            </w:r>
            <w:r>
              <w:t xml:space="preserve">, </w:t>
            </w:r>
            <w:r w:rsidRPr="004372C7">
              <w:t xml:space="preserve"> параметры режима обработки.</w:t>
            </w:r>
          </w:p>
        </w:tc>
      </w:tr>
      <w:tr w:rsidR="00066FD1" w:rsidRPr="0025167F" w:rsidTr="00B94FF8">
        <w:tc>
          <w:tcPr>
            <w:tcW w:w="900" w:type="dxa"/>
            <w:vMerge/>
          </w:tcPr>
          <w:p w:rsidR="00066FD1" w:rsidRPr="0025167F" w:rsidRDefault="00066FD1" w:rsidP="00B94FF8">
            <w:pPr>
              <w:jc w:val="center"/>
            </w:pPr>
          </w:p>
        </w:tc>
        <w:tc>
          <w:tcPr>
            <w:tcW w:w="1440" w:type="dxa"/>
            <w:vMerge/>
          </w:tcPr>
          <w:p w:rsidR="00066FD1" w:rsidRPr="004372C7" w:rsidRDefault="00066FD1" w:rsidP="00B94FF8">
            <w:pPr>
              <w:jc w:val="center"/>
            </w:pPr>
          </w:p>
        </w:tc>
        <w:tc>
          <w:tcPr>
            <w:tcW w:w="2988" w:type="dxa"/>
          </w:tcPr>
          <w:p w:rsidR="00066FD1" w:rsidRPr="004372C7" w:rsidRDefault="00066FD1" w:rsidP="0059595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 xml:space="preserve">8.3 Физические основы </w:t>
            </w:r>
            <w:proofErr w:type="spellStart"/>
            <w:r>
              <w:t>электрохимико</w:t>
            </w:r>
            <w:proofErr w:type="spellEnd"/>
            <w:r w:rsidRPr="004372C7">
              <w:t>-механической обработки в электролитах. Оборудование</w:t>
            </w:r>
            <w:r>
              <w:rPr>
                <w:noProof/>
              </w:rPr>
              <w:t>.</w:t>
            </w:r>
          </w:p>
        </w:tc>
        <w:tc>
          <w:tcPr>
            <w:tcW w:w="4140" w:type="dxa"/>
          </w:tcPr>
          <w:p w:rsidR="00066FD1" w:rsidRPr="004372C7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372C7">
              <w:t xml:space="preserve">Физические основы </w:t>
            </w:r>
            <w:proofErr w:type="spellStart"/>
            <w:r w:rsidRPr="004372C7">
              <w:t>электрохимико</w:t>
            </w:r>
            <w:proofErr w:type="spellEnd"/>
            <w:r w:rsidRPr="004372C7">
              <w:t xml:space="preserve"> -механической обработки в электролитах. Анодно-абразивная</w:t>
            </w:r>
            <w:r>
              <w:t>, а</w:t>
            </w:r>
            <w:r w:rsidRPr="004372C7">
              <w:t>нодно-механическая обработк</w:t>
            </w:r>
            <w:r>
              <w:t>и материалов</w:t>
            </w:r>
            <w:r w:rsidRPr="004372C7">
              <w:t>. Област</w:t>
            </w:r>
            <w:r>
              <w:t>и</w:t>
            </w:r>
            <w:r w:rsidRPr="004372C7">
              <w:t xml:space="preserve"> применения</w:t>
            </w:r>
            <w:r>
              <w:t>.</w:t>
            </w:r>
            <w:r w:rsidRPr="004372C7">
              <w:t xml:space="preserve"> </w:t>
            </w:r>
            <w:r>
              <w:t>Применяемое о</w:t>
            </w:r>
            <w:r w:rsidRPr="004372C7">
              <w:t>борудование</w:t>
            </w:r>
            <w:r>
              <w:t>.</w:t>
            </w:r>
          </w:p>
        </w:tc>
      </w:tr>
      <w:tr w:rsidR="00066FD1" w:rsidRPr="0025167F" w:rsidTr="00B94FF8">
        <w:tc>
          <w:tcPr>
            <w:tcW w:w="900" w:type="dxa"/>
            <w:vMerge w:val="restart"/>
            <w:vAlign w:val="center"/>
          </w:tcPr>
          <w:p w:rsidR="00066FD1" w:rsidRDefault="00066FD1" w:rsidP="00B94FF8">
            <w:pPr>
              <w:jc w:val="center"/>
            </w:pPr>
            <w:r>
              <w:t>9</w:t>
            </w:r>
          </w:p>
        </w:tc>
        <w:tc>
          <w:tcPr>
            <w:tcW w:w="1440" w:type="dxa"/>
            <w:vMerge w:val="restart"/>
            <w:vAlign w:val="center"/>
          </w:tcPr>
          <w:p w:rsidR="00066FD1" w:rsidRPr="00FD621D" w:rsidRDefault="00066FD1" w:rsidP="00B94FF8">
            <w:pPr>
              <w:jc w:val="center"/>
              <w:rPr>
                <w:noProof/>
              </w:rPr>
            </w:pPr>
            <w:r w:rsidRPr="00FD621D">
              <w:rPr>
                <w:noProof/>
              </w:rPr>
              <w:t>Электромеханические процессы и оборудование.</w:t>
            </w:r>
          </w:p>
        </w:tc>
        <w:tc>
          <w:tcPr>
            <w:tcW w:w="2988" w:type="dxa"/>
          </w:tcPr>
          <w:p w:rsidR="00066FD1" w:rsidRPr="00986789" w:rsidRDefault="00066FD1" w:rsidP="0059595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noProof/>
              </w:rPr>
              <w:t xml:space="preserve">9.1 </w:t>
            </w:r>
            <w:r w:rsidRPr="00FD621D">
              <w:rPr>
                <w:noProof/>
              </w:rPr>
              <w:t>Физич</w:t>
            </w:r>
            <w:r>
              <w:rPr>
                <w:noProof/>
              </w:rPr>
              <w:t>еские основы магнитно-импульсных</w:t>
            </w:r>
            <w:r w:rsidRPr="00FD621D">
              <w:rPr>
                <w:noProof/>
              </w:rPr>
              <w:t xml:space="preserve"> процессов. Оборудование</w:t>
            </w:r>
            <w:r w:rsidR="0059595C">
              <w:rPr>
                <w:noProof/>
              </w:rPr>
              <w:t>.</w:t>
            </w:r>
          </w:p>
        </w:tc>
        <w:tc>
          <w:tcPr>
            <w:tcW w:w="4140" w:type="dxa"/>
          </w:tcPr>
          <w:p w:rsidR="00066FD1" w:rsidRPr="00FD621D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D621D">
              <w:rPr>
                <w:noProof/>
              </w:rPr>
              <w:t>Физиче</w:t>
            </w:r>
            <w:r>
              <w:rPr>
                <w:noProof/>
              </w:rPr>
              <w:t>ские основы магнитно-импульсной обработки. Технологическое использование магнитного давления для процессов штамповки, сварки, прессования. Элементы</w:t>
            </w:r>
            <w:r w:rsidRPr="00FD621D">
              <w:rPr>
                <w:noProof/>
              </w:rPr>
              <w:t xml:space="preserve"> установок магнитоимпу</w:t>
            </w:r>
            <w:r>
              <w:rPr>
                <w:noProof/>
              </w:rPr>
              <w:t>льсной обработки.</w:t>
            </w:r>
          </w:p>
        </w:tc>
      </w:tr>
      <w:tr w:rsidR="00066FD1" w:rsidRPr="0025167F" w:rsidTr="00B94FF8">
        <w:tc>
          <w:tcPr>
            <w:tcW w:w="900" w:type="dxa"/>
            <w:vMerge/>
            <w:vAlign w:val="center"/>
          </w:tcPr>
          <w:p w:rsidR="00066FD1" w:rsidRPr="0025167F" w:rsidRDefault="00066FD1" w:rsidP="00B94FF8">
            <w:pPr>
              <w:jc w:val="center"/>
            </w:pPr>
          </w:p>
        </w:tc>
        <w:tc>
          <w:tcPr>
            <w:tcW w:w="1440" w:type="dxa"/>
            <w:vMerge/>
          </w:tcPr>
          <w:p w:rsidR="00066FD1" w:rsidRPr="00FD621D" w:rsidRDefault="00066FD1" w:rsidP="00B94FF8">
            <w:pPr>
              <w:jc w:val="center"/>
            </w:pPr>
          </w:p>
        </w:tc>
        <w:tc>
          <w:tcPr>
            <w:tcW w:w="2988" w:type="dxa"/>
          </w:tcPr>
          <w:p w:rsidR="00066FD1" w:rsidRPr="007F1810" w:rsidRDefault="00066FD1" w:rsidP="0059595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 xml:space="preserve">9.2 </w:t>
            </w:r>
            <w:r w:rsidRPr="007F1810">
              <w:t>Физические основы эле</w:t>
            </w:r>
            <w:r>
              <w:t>ктрогидравлического эффекта</w:t>
            </w:r>
            <w:r>
              <w:rPr>
                <w:noProof/>
              </w:rPr>
              <w:t>.</w:t>
            </w:r>
          </w:p>
        </w:tc>
        <w:tc>
          <w:tcPr>
            <w:tcW w:w="4140" w:type="dxa"/>
          </w:tcPr>
          <w:p w:rsidR="00066FD1" w:rsidRPr="007F1810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F1810">
              <w:t>Физические основы электрогидравлического эффекта</w:t>
            </w:r>
            <w:r>
              <w:t xml:space="preserve"> и его применение в технологических целях для о</w:t>
            </w:r>
            <w:r w:rsidRPr="007F1810">
              <w:t>чистк</w:t>
            </w:r>
            <w:r>
              <w:t>и</w:t>
            </w:r>
            <w:r w:rsidRPr="007F1810">
              <w:t xml:space="preserve"> литья</w:t>
            </w:r>
            <w:r>
              <w:t>, ф</w:t>
            </w:r>
            <w:r w:rsidRPr="007F1810">
              <w:t>ормообразовани</w:t>
            </w:r>
            <w:r>
              <w:t>я, т</w:t>
            </w:r>
            <w:r w:rsidRPr="007F1810">
              <w:t>онко</w:t>
            </w:r>
            <w:r>
              <w:t>го</w:t>
            </w:r>
            <w:r w:rsidRPr="007F1810">
              <w:t xml:space="preserve"> измельчени</w:t>
            </w:r>
            <w:r>
              <w:t>я</w:t>
            </w:r>
            <w:r w:rsidRPr="007F1810">
              <w:t>.</w:t>
            </w:r>
          </w:p>
        </w:tc>
      </w:tr>
      <w:tr w:rsidR="00066FD1" w:rsidRPr="0025167F" w:rsidTr="00B94FF8">
        <w:tc>
          <w:tcPr>
            <w:tcW w:w="900" w:type="dxa"/>
            <w:vMerge/>
          </w:tcPr>
          <w:p w:rsidR="00066FD1" w:rsidRPr="0025167F" w:rsidRDefault="00066FD1" w:rsidP="00B94FF8">
            <w:pPr>
              <w:jc w:val="center"/>
            </w:pPr>
          </w:p>
        </w:tc>
        <w:tc>
          <w:tcPr>
            <w:tcW w:w="1440" w:type="dxa"/>
            <w:vMerge/>
          </w:tcPr>
          <w:p w:rsidR="00066FD1" w:rsidRPr="007F1810" w:rsidRDefault="00066FD1" w:rsidP="00B94FF8">
            <w:pPr>
              <w:jc w:val="center"/>
            </w:pPr>
          </w:p>
        </w:tc>
        <w:tc>
          <w:tcPr>
            <w:tcW w:w="2988" w:type="dxa"/>
          </w:tcPr>
          <w:p w:rsidR="00066FD1" w:rsidRPr="005B1379" w:rsidRDefault="00066FD1" w:rsidP="0059595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B1379">
              <w:t>9.3 Физические основы ультразвуковой обработки, оборудование, области примен</w:t>
            </w:r>
            <w:r>
              <w:t>ения</w:t>
            </w:r>
            <w:r>
              <w:rPr>
                <w:noProof/>
              </w:rPr>
              <w:t>.</w:t>
            </w:r>
          </w:p>
        </w:tc>
        <w:tc>
          <w:tcPr>
            <w:tcW w:w="4140" w:type="dxa"/>
          </w:tcPr>
          <w:p w:rsidR="00066FD1" w:rsidRPr="005B1379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B1379">
              <w:t xml:space="preserve">Физические основы ультразвуковой обработки. Элементы оборудования ультразвуковых установок. Акустические трансформаторы </w:t>
            </w:r>
            <w:r w:rsidRPr="005B1379">
              <w:lastRenderedPageBreak/>
              <w:t>скорости. Технологическое использование ультразвуковых колебаний в промышленности. Ультразвуковые методы контроля.</w:t>
            </w:r>
          </w:p>
        </w:tc>
      </w:tr>
      <w:tr w:rsidR="00066FD1" w:rsidRPr="0025167F" w:rsidTr="00B94FF8">
        <w:tc>
          <w:tcPr>
            <w:tcW w:w="900" w:type="dxa"/>
            <w:vMerge/>
          </w:tcPr>
          <w:p w:rsidR="00066FD1" w:rsidRPr="0025167F" w:rsidRDefault="00066FD1" w:rsidP="00B94FF8">
            <w:pPr>
              <w:jc w:val="center"/>
            </w:pPr>
          </w:p>
        </w:tc>
        <w:tc>
          <w:tcPr>
            <w:tcW w:w="1440" w:type="dxa"/>
            <w:vMerge/>
          </w:tcPr>
          <w:p w:rsidR="00066FD1" w:rsidRPr="00237030" w:rsidRDefault="00066FD1" w:rsidP="00B94FF8"/>
        </w:tc>
        <w:tc>
          <w:tcPr>
            <w:tcW w:w="2988" w:type="dxa"/>
          </w:tcPr>
          <w:p w:rsidR="00066FD1" w:rsidRPr="005B1379" w:rsidRDefault="00066FD1" w:rsidP="0059595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B1379">
              <w:rPr>
                <w:color w:val="000000"/>
              </w:rPr>
              <w:t xml:space="preserve">9.4 </w:t>
            </w:r>
            <w:r w:rsidRPr="005B1379">
              <w:t>Физико-технические основы электрокинетических процессов</w:t>
            </w:r>
            <w:bookmarkStart w:id="0" w:name="_GoBack"/>
            <w:bookmarkEnd w:id="0"/>
            <w:r>
              <w:rPr>
                <w:noProof/>
              </w:rPr>
              <w:t>.</w:t>
            </w:r>
          </w:p>
        </w:tc>
        <w:tc>
          <w:tcPr>
            <w:tcW w:w="4140" w:type="dxa"/>
          </w:tcPr>
          <w:p w:rsidR="00066FD1" w:rsidRPr="005B1379" w:rsidRDefault="00066FD1" w:rsidP="00B94FF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B1379">
              <w:t>Массоперенос в электрическом поле. Особенности электродных систем электр</w:t>
            </w:r>
            <w:r>
              <w:t>о</w:t>
            </w:r>
            <w:r w:rsidRPr="005B1379">
              <w:t xml:space="preserve">статических установок. Электрофильтры. Оборудование </w:t>
            </w:r>
            <w:proofErr w:type="spellStart"/>
            <w:r w:rsidRPr="005B1379">
              <w:t>электроокраски</w:t>
            </w:r>
            <w:proofErr w:type="spellEnd"/>
            <w:r w:rsidRPr="005B1379">
              <w:t xml:space="preserve"> и разделения сыпучих материалов.</w:t>
            </w:r>
          </w:p>
        </w:tc>
      </w:tr>
    </w:tbl>
    <w:p w:rsidR="00066FD1" w:rsidRDefault="00066FD1" w:rsidP="00066FD1"/>
    <w:p w:rsidR="009F7B88" w:rsidRDefault="009F7B88"/>
    <w:sectPr w:rsidR="009F7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D1"/>
    <w:rsid w:val="00066FD1"/>
    <w:rsid w:val="0059595C"/>
    <w:rsid w:val="009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B4A1A"/>
  <w15:docId w15:val="{078B119F-B41A-4AE5-B309-5F64B63F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66FD1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066FD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2018-08-29T14:14:00Z</dcterms:created>
  <dcterms:modified xsi:type="dcterms:W3CDTF">2022-10-23T19:35:00Z</dcterms:modified>
</cp:coreProperties>
</file>